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F85A6" w14:textId="77777777" w:rsidR="005B3763" w:rsidRPr="006C7C5D" w:rsidRDefault="00450D4C" w:rsidP="00C73D1D">
      <w:pPr>
        <w:pBdr>
          <w:top w:val="thinThickSmallGap" w:sz="24" w:space="1" w:color="auto"/>
          <w:bottom w:val="thickThinSmallGap" w:sz="24" w:space="1" w:color="auto"/>
        </w:pBdr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 w:rsidRPr="006C7C5D">
        <w:rPr>
          <w:rFonts w:ascii="HG丸ｺﾞｼｯｸM-PRO" w:eastAsia="HG丸ｺﾞｼｯｸM-PRO" w:hAnsi="HG丸ｺﾞｼｯｸM-PRO" w:hint="eastAsia"/>
          <w:spacing w:val="100"/>
          <w:sz w:val="40"/>
          <w:szCs w:val="40"/>
        </w:rPr>
        <w:t>見積依頼</w:t>
      </w:r>
    </w:p>
    <w:tbl>
      <w:tblPr>
        <w:tblpPr w:leftFromText="142" w:rightFromText="142" w:vertAnchor="text" w:horzAnchor="margin" w:tblpXSpec="right" w:tblpY="88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61"/>
        <w:gridCol w:w="2094"/>
      </w:tblGrid>
      <w:tr w:rsidR="008F2436" w:rsidRPr="006C7C5D" w14:paraId="4F99926F" w14:textId="77777777" w:rsidTr="008838BD">
        <w:trPr>
          <w:trHeight w:val="214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EAEAEA"/>
          </w:tcPr>
          <w:p w14:paraId="0836DEF1" w14:textId="77777777" w:rsidR="00FA4B11" w:rsidRPr="006C7C5D" w:rsidRDefault="00FA4B11" w:rsidP="00450D4C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6C7C5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年</w:t>
            </w:r>
            <w:r w:rsidR="00450D4C" w:rsidRPr="006C7C5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 </w:t>
            </w:r>
            <w:r w:rsidRPr="006C7C5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月</w:t>
            </w:r>
            <w:r w:rsidR="00450D4C" w:rsidRPr="006C7C5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 </w:t>
            </w:r>
            <w:r w:rsidRPr="006C7C5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日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C13686B" w14:textId="19560C08" w:rsidR="00FA4B11" w:rsidRPr="006C7C5D" w:rsidRDefault="006C7C5D" w:rsidP="00111817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令和</w:t>
            </w:r>
            <w:r w:rsidR="00FA4B11" w:rsidRPr="006C7C5D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　年　　月　　日</w:t>
            </w:r>
          </w:p>
        </w:tc>
      </w:tr>
    </w:tbl>
    <w:p w14:paraId="519383B1" w14:textId="77777777" w:rsidR="00C73D1D" w:rsidRPr="006C7C5D" w:rsidRDefault="004C7712">
      <w:pPr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/>
          <w:noProof/>
        </w:rPr>
        <w:pict w14:anchorId="363E97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-.15pt;margin-top:2.95pt;width:173.5pt;height:31.1pt;z-index:-1;mso-position-horizontal-relative:text;mso-position-vertical-relative:text" wrapcoords="-68 0 -68 21221 21600 21221 21600 0 -68 0">
            <v:imagedata r:id="rId6" o:title=""/>
            <w10:wrap type="tight"/>
          </v:shape>
        </w:pict>
      </w:r>
    </w:p>
    <w:tbl>
      <w:tblPr>
        <w:tblpPr w:leftFromText="142" w:rightFromText="142" w:vertAnchor="text" w:horzAnchor="margin" w:tblpY="343"/>
        <w:tblW w:w="0" w:type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160"/>
      </w:tblGrid>
      <w:tr w:rsidR="008F2436" w:rsidRPr="006C7C5D" w14:paraId="00F83F76" w14:textId="77777777" w:rsidTr="007E7333">
        <w:trPr>
          <w:trHeight w:val="567"/>
        </w:trPr>
        <w:tc>
          <w:tcPr>
            <w:tcW w:w="5160" w:type="dxa"/>
            <w:vAlign w:val="center"/>
          </w:tcPr>
          <w:p w14:paraId="232FEF33" w14:textId="7D4E0EA4" w:rsidR="00737717" w:rsidRPr="006C7C5D" w:rsidRDefault="00737717" w:rsidP="008860D1">
            <w:pPr>
              <w:spacing w:line="460" w:lineRule="exact"/>
              <w:rPr>
                <w:rFonts w:ascii="HG丸ｺﾞｼｯｸM-PRO" w:eastAsia="HG丸ｺﾞｼｯｸM-PRO" w:hAnsi="HG丸ｺﾞｼｯｸM-PRO"/>
                <w:b/>
                <w:sz w:val="28"/>
                <w:szCs w:val="28"/>
                <w:u w:val="single"/>
              </w:rPr>
            </w:pPr>
            <w:r w:rsidRPr="006C7C5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  <w:u w:val="single"/>
              </w:rPr>
              <w:t>株式会社</w:t>
            </w:r>
            <w:r w:rsidR="00F272A2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  <w:u w:val="single"/>
              </w:rPr>
              <w:t xml:space="preserve"> </w:t>
            </w:r>
            <w:r w:rsidR="008860D1" w:rsidRPr="006C7C5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  <w:u w:val="single"/>
              </w:rPr>
              <w:t>NDTアドヴァンス</w:t>
            </w:r>
            <w:r w:rsidRPr="006C7C5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  <w:u w:val="single"/>
              </w:rPr>
              <w:t xml:space="preserve">　　御中</w:t>
            </w:r>
          </w:p>
        </w:tc>
      </w:tr>
      <w:tr w:rsidR="00737717" w:rsidRPr="006C7C5D" w14:paraId="0443F9D1" w14:textId="77777777" w:rsidTr="007E7333">
        <w:trPr>
          <w:trHeight w:val="670"/>
        </w:trPr>
        <w:tc>
          <w:tcPr>
            <w:tcW w:w="5160" w:type="dxa"/>
          </w:tcPr>
          <w:p w14:paraId="015EF2CF" w14:textId="77777777" w:rsidR="006C7C5D" w:rsidRPr="00F272A2" w:rsidRDefault="00737717" w:rsidP="0059245D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F272A2">
              <w:rPr>
                <w:rFonts w:ascii="HG丸ｺﾞｼｯｸM-PRO" w:eastAsia="HG丸ｺﾞｼｯｸM-PRO" w:hAnsi="HG丸ｺﾞｼｯｸM-PRO" w:hint="eastAsia"/>
                <w:szCs w:val="21"/>
              </w:rPr>
              <w:t>TEL：</w:t>
            </w:r>
            <w:r w:rsidR="0059245D" w:rsidRPr="00F272A2">
              <w:rPr>
                <w:rFonts w:ascii="HG丸ｺﾞｼｯｸM-PRO" w:eastAsia="HG丸ｺﾞｼｯｸM-PRO" w:hAnsi="HG丸ｺﾞｼｯｸM-PRO"/>
                <w:szCs w:val="21"/>
              </w:rPr>
              <w:t>048-783-5121</w:t>
            </w:r>
            <w:r w:rsidRPr="00F272A2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 　</w:t>
            </w:r>
          </w:p>
          <w:p w14:paraId="4EA753BB" w14:textId="487310F9" w:rsidR="00737717" w:rsidRPr="006C7C5D" w:rsidRDefault="00737717" w:rsidP="0059245D">
            <w:pPr>
              <w:spacing w:line="300" w:lineRule="exac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272A2">
              <w:rPr>
                <w:rFonts w:ascii="HG丸ｺﾞｼｯｸM-PRO" w:eastAsia="HG丸ｺﾞｼｯｸM-PRO" w:hAnsi="HG丸ｺﾞｼｯｸM-PRO" w:hint="eastAsia"/>
                <w:szCs w:val="21"/>
              </w:rPr>
              <w:t>FAX：</w:t>
            </w:r>
            <w:r w:rsidR="0059245D" w:rsidRPr="00F272A2">
              <w:rPr>
                <w:rFonts w:ascii="HG丸ｺﾞｼｯｸM-PRO" w:eastAsia="HG丸ｺﾞｼｯｸM-PRO" w:hAnsi="HG丸ｺﾞｼｯｸM-PRO"/>
                <w:szCs w:val="21"/>
              </w:rPr>
              <w:t>048-783-5059</w:t>
            </w:r>
          </w:p>
        </w:tc>
      </w:tr>
    </w:tbl>
    <w:p w14:paraId="3ED36D70" w14:textId="77777777" w:rsidR="00C73D1D" w:rsidRPr="006C7C5D" w:rsidRDefault="00C73D1D">
      <w:pPr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</w:pPr>
      <w:bookmarkStart w:id="0" w:name="_GoBack"/>
      <w:bookmarkEnd w:id="0"/>
    </w:p>
    <w:tbl>
      <w:tblPr>
        <w:tblpPr w:leftFromText="142" w:rightFromText="142" w:vertAnchor="text" w:horzAnchor="margin" w:tblpXSpec="right" w:tblpY="216"/>
        <w:tblW w:w="0" w:type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56"/>
        <w:gridCol w:w="4085"/>
      </w:tblGrid>
      <w:tr w:rsidR="00980393" w:rsidRPr="006C7C5D" w14:paraId="1B8123AA" w14:textId="77777777" w:rsidTr="00980393">
        <w:tc>
          <w:tcPr>
            <w:tcW w:w="4941" w:type="dxa"/>
            <w:gridSpan w:val="2"/>
            <w:vAlign w:val="center"/>
          </w:tcPr>
          <w:p w14:paraId="501A4976" w14:textId="77777777" w:rsidR="00980393" w:rsidRPr="006C7C5D" w:rsidRDefault="00980393" w:rsidP="00980393">
            <w:pPr>
              <w:spacing w:line="46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6C7C5D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株式会社</w:t>
            </w:r>
          </w:p>
        </w:tc>
      </w:tr>
      <w:tr w:rsidR="00980393" w:rsidRPr="006C7C5D" w14:paraId="70595C2D" w14:textId="77777777" w:rsidTr="00040591">
        <w:trPr>
          <w:trHeight w:val="1672"/>
        </w:trPr>
        <w:tc>
          <w:tcPr>
            <w:tcW w:w="856" w:type="dxa"/>
          </w:tcPr>
          <w:p w14:paraId="4441E489" w14:textId="77777777" w:rsidR="00980393" w:rsidRPr="001A5E55" w:rsidRDefault="00980393" w:rsidP="00980393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1A5E55">
              <w:rPr>
                <w:rFonts w:ascii="HG丸ｺﾞｼｯｸM-PRO" w:eastAsia="HG丸ｺﾞｼｯｸM-PRO" w:hAnsi="HG丸ｺﾞｼｯｸM-PRO" w:hint="eastAsia"/>
                <w:szCs w:val="21"/>
              </w:rPr>
              <w:t>住所：</w:t>
            </w:r>
          </w:p>
        </w:tc>
        <w:tc>
          <w:tcPr>
            <w:tcW w:w="4085" w:type="dxa"/>
            <w:vAlign w:val="center"/>
          </w:tcPr>
          <w:p w14:paraId="2EE922F4" w14:textId="77777777" w:rsidR="00980393" w:rsidRPr="001A5E55" w:rsidRDefault="00980393" w:rsidP="00980393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1A5E55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〒　　　－　　　</w:t>
            </w:r>
          </w:p>
          <w:p w14:paraId="40EEB38C" w14:textId="77777777" w:rsidR="00980393" w:rsidRPr="001A5E55" w:rsidRDefault="00980393" w:rsidP="00980393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67FDAB11" w14:textId="77777777" w:rsidR="00040591" w:rsidRPr="001A5E55" w:rsidRDefault="00040591" w:rsidP="00980393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31B46D8A" w14:textId="77777777" w:rsidR="007427C0" w:rsidRPr="001A5E55" w:rsidRDefault="00980393" w:rsidP="00980393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1A5E55">
              <w:rPr>
                <w:rFonts w:ascii="HG丸ｺﾞｼｯｸM-PRO" w:eastAsia="HG丸ｺﾞｼｯｸM-PRO" w:hAnsi="HG丸ｺﾞｼｯｸM-PRO" w:hint="eastAsia"/>
                <w:szCs w:val="21"/>
              </w:rPr>
              <w:t>TEL：</w:t>
            </w:r>
          </w:p>
          <w:p w14:paraId="3CF72529" w14:textId="3C351B3F" w:rsidR="00980393" w:rsidRPr="001A5E55" w:rsidRDefault="00980393" w:rsidP="00980393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1A5E55">
              <w:rPr>
                <w:rFonts w:ascii="HG丸ｺﾞｼｯｸM-PRO" w:eastAsia="HG丸ｺﾞｼｯｸM-PRO" w:hAnsi="HG丸ｺﾞｼｯｸM-PRO" w:hint="eastAsia"/>
                <w:szCs w:val="21"/>
              </w:rPr>
              <w:t>FAX：</w:t>
            </w:r>
          </w:p>
        </w:tc>
      </w:tr>
      <w:tr w:rsidR="00980393" w:rsidRPr="006C7C5D" w14:paraId="6F088FBF" w14:textId="77777777" w:rsidTr="00980393">
        <w:tc>
          <w:tcPr>
            <w:tcW w:w="856" w:type="dxa"/>
            <w:vAlign w:val="center"/>
          </w:tcPr>
          <w:p w14:paraId="2F3212B9" w14:textId="77777777" w:rsidR="00980393" w:rsidRPr="001A5E55" w:rsidRDefault="00980393" w:rsidP="00980393">
            <w:pPr>
              <w:spacing w:line="280" w:lineRule="atLeast"/>
              <w:rPr>
                <w:rFonts w:ascii="HG丸ｺﾞｼｯｸM-PRO" w:eastAsia="HG丸ｺﾞｼｯｸM-PRO" w:hAnsi="HG丸ｺﾞｼｯｸM-PRO"/>
                <w:szCs w:val="21"/>
              </w:rPr>
            </w:pPr>
            <w:r w:rsidRPr="001A5E55">
              <w:rPr>
                <w:rFonts w:ascii="HG丸ｺﾞｼｯｸM-PRO" w:eastAsia="HG丸ｺﾞｼｯｸM-PRO" w:hAnsi="HG丸ｺﾞｼｯｸM-PRO" w:hint="eastAsia"/>
                <w:szCs w:val="21"/>
              </w:rPr>
              <w:t>部署：</w:t>
            </w:r>
          </w:p>
          <w:p w14:paraId="2F051E19" w14:textId="77777777" w:rsidR="00980393" w:rsidRPr="001A5E55" w:rsidRDefault="00980393" w:rsidP="00980393">
            <w:pPr>
              <w:spacing w:line="280" w:lineRule="atLeast"/>
              <w:rPr>
                <w:rFonts w:ascii="HG丸ｺﾞｼｯｸM-PRO" w:eastAsia="HG丸ｺﾞｼｯｸM-PRO" w:hAnsi="HG丸ｺﾞｼｯｸM-PRO"/>
                <w:szCs w:val="21"/>
              </w:rPr>
            </w:pPr>
            <w:r w:rsidRPr="001A5E55">
              <w:rPr>
                <w:rFonts w:ascii="HG丸ｺﾞｼｯｸM-PRO" w:eastAsia="HG丸ｺﾞｼｯｸM-PRO" w:hAnsi="HG丸ｺﾞｼｯｸM-PRO" w:hint="eastAsia"/>
                <w:szCs w:val="21"/>
              </w:rPr>
              <w:t>担当：</w:t>
            </w:r>
          </w:p>
        </w:tc>
        <w:tc>
          <w:tcPr>
            <w:tcW w:w="4085" w:type="dxa"/>
            <w:vAlign w:val="center"/>
          </w:tcPr>
          <w:p w14:paraId="72606538" w14:textId="77777777" w:rsidR="00980393" w:rsidRPr="001A5E55" w:rsidRDefault="00980393" w:rsidP="00980393">
            <w:pPr>
              <w:spacing w:line="280" w:lineRule="atLeas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771801C3" w14:textId="77777777" w:rsidR="00980393" w:rsidRPr="001A5E55" w:rsidRDefault="00980393" w:rsidP="00980393">
            <w:pPr>
              <w:spacing w:line="280" w:lineRule="atLeas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14:paraId="367F809B" w14:textId="77777777" w:rsidR="00C73D1D" w:rsidRPr="006C7C5D" w:rsidRDefault="00C73D1D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54759BA4" w14:textId="77777777" w:rsidR="00C73D1D" w:rsidRPr="006C7C5D" w:rsidRDefault="00C73D1D" w:rsidP="00C73D1D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3EE0BA8B" w14:textId="77777777" w:rsidR="00FA4B11" w:rsidRPr="006C7C5D" w:rsidRDefault="00FA4B11" w:rsidP="00C73D1D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4E6149C7" w14:textId="77777777" w:rsidR="00FA4B11" w:rsidRPr="006C7C5D" w:rsidRDefault="00FA4B11" w:rsidP="00C73D1D">
      <w:pPr>
        <w:rPr>
          <w:rFonts w:ascii="HG丸ｺﾞｼｯｸM-PRO" w:eastAsia="HG丸ｺﾞｼｯｸM-PRO" w:hAnsi="HG丸ｺﾞｼｯｸM-PRO"/>
          <w:sz w:val="22"/>
          <w:szCs w:val="22"/>
        </w:rPr>
        <w:sectPr w:rsidR="00FA4B11" w:rsidRPr="006C7C5D" w:rsidSect="00C73D1D">
          <w:pgSz w:w="11906" w:h="16838"/>
          <w:pgMar w:top="1134" w:right="851" w:bottom="1134" w:left="851" w:header="851" w:footer="992" w:gutter="0"/>
          <w:cols w:space="425"/>
          <w:docGrid w:type="lines" w:linePitch="360"/>
        </w:sectPr>
      </w:pPr>
    </w:p>
    <w:p w14:paraId="0558249F" w14:textId="77777777" w:rsidR="00C73D1D" w:rsidRPr="006C7C5D" w:rsidRDefault="00C73D1D" w:rsidP="00C73D1D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2181AC9F" w14:textId="77777777" w:rsidR="00FA4B11" w:rsidRPr="006C7C5D" w:rsidRDefault="00FA4B11" w:rsidP="00C73D1D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06C826D5" w14:textId="77777777" w:rsidR="00C73D1D" w:rsidRPr="006C7C5D" w:rsidRDefault="00C73D1D" w:rsidP="00C73D1D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47866F67" w14:textId="77777777" w:rsidR="00C73D1D" w:rsidRPr="006C7C5D" w:rsidRDefault="00980393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6C7C5D">
        <w:rPr>
          <w:rFonts w:ascii="HG丸ｺﾞｼｯｸM-PRO" w:eastAsia="HG丸ｺﾞｼｯｸM-PRO" w:hAnsi="HG丸ｺﾞｼｯｸM-PRO" w:hint="eastAsia"/>
          <w:sz w:val="22"/>
          <w:szCs w:val="22"/>
        </w:rPr>
        <w:t>下記製品の見積をお願いします。</w:t>
      </w:r>
    </w:p>
    <w:p w14:paraId="0B6C9AD6" w14:textId="77777777" w:rsidR="00C73D1D" w:rsidRPr="006C7C5D" w:rsidRDefault="00C73D1D" w:rsidP="00C73D1D">
      <w:pPr>
        <w:spacing w:line="42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14:paraId="607CC41B" w14:textId="77777777" w:rsidR="00A85398" w:rsidRPr="006C7C5D" w:rsidRDefault="00A85398" w:rsidP="00C73D1D">
      <w:pPr>
        <w:spacing w:line="42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14:paraId="2D7C1AC6" w14:textId="77777777" w:rsidR="00A85398" w:rsidRPr="006C7C5D" w:rsidRDefault="00A85398" w:rsidP="00C73D1D">
      <w:pPr>
        <w:spacing w:line="42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14:paraId="0D1BE50A" w14:textId="77777777" w:rsidR="00C73D1D" w:rsidRPr="006C7C5D" w:rsidRDefault="00C73D1D" w:rsidP="00C73D1D">
      <w:pPr>
        <w:spacing w:line="420" w:lineRule="exact"/>
        <w:rPr>
          <w:rFonts w:ascii="HG丸ｺﾞｼｯｸM-PRO" w:eastAsia="HG丸ｺﾞｼｯｸM-PRO" w:hAnsi="HG丸ｺﾞｼｯｸM-PRO"/>
          <w:sz w:val="28"/>
          <w:szCs w:val="28"/>
        </w:rPr>
        <w:sectPr w:rsidR="00C73D1D" w:rsidRPr="006C7C5D" w:rsidSect="00C73D1D">
          <w:type w:val="continuous"/>
          <w:pgSz w:w="11906" w:h="16838"/>
          <w:pgMar w:top="1134" w:right="851" w:bottom="1134" w:left="851" w:header="851" w:footer="992" w:gutter="0"/>
          <w:cols w:num="2" w:space="425" w:equalWidth="0">
            <w:col w:w="4889" w:space="425"/>
            <w:col w:w="4889"/>
          </w:cols>
          <w:docGrid w:type="lines" w:linePitch="360"/>
        </w:sectPr>
      </w:pPr>
    </w:p>
    <w:p w14:paraId="022E7293" w14:textId="77777777" w:rsidR="00C73D1D" w:rsidRPr="006C7C5D" w:rsidRDefault="00C73D1D" w:rsidP="00C73D1D">
      <w:pPr>
        <w:spacing w:line="10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p w14:paraId="4AEE1EE2" w14:textId="77777777" w:rsidR="00C73D1D" w:rsidRPr="006C7C5D" w:rsidRDefault="00C73D1D" w:rsidP="00C73D1D">
      <w:pPr>
        <w:rPr>
          <w:rFonts w:ascii="HG丸ｺﾞｼｯｸM-PRO" w:eastAsia="HG丸ｺﾞｼｯｸM-PRO" w:hAnsi="HG丸ｺﾞｼｯｸM-PRO"/>
          <w:sz w:val="22"/>
          <w:szCs w:val="22"/>
        </w:rPr>
      </w:pP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7371"/>
        <w:gridCol w:w="2409"/>
      </w:tblGrid>
      <w:tr w:rsidR="00980393" w:rsidRPr="006C7C5D" w14:paraId="46B02412" w14:textId="77777777" w:rsidTr="00980393">
        <w:trPr>
          <w:trHeight w:hRule="exact" w:val="397"/>
        </w:trPr>
        <w:tc>
          <w:tcPr>
            <w:tcW w:w="7371" w:type="dxa"/>
            <w:tcBorders>
              <w:bottom w:val="double" w:sz="4" w:space="0" w:color="auto"/>
            </w:tcBorders>
            <w:shd w:val="clear" w:color="C0C0C0" w:fill="EAEAEA"/>
            <w:vAlign w:val="center"/>
          </w:tcPr>
          <w:p w14:paraId="2C23A7C3" w14:textId="77777777" w:rsidR="00980393" w:rsidRPr="006C7C5D" w:rsidRDefault="00980393" w:rsidP="00111817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6C7C5D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製品名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shd w:val="clear" w:color="C0C0C0" w:fill="EAEAEA"/>
            <w:vAlign w:val="center"/>
          </w:tcPr>
          <w:p w14:paraId="6EE79E48" w14:textId="77777777" w:rsidR="00980393" w:rsidRPr="006C7C5D" w:rsidRDefault="00980393" w:rsidP="00111817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6C7C5D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数量</w:t>
            </w:r>
          </w:p>
        </w:tc>
      </w:tr>
      <w:tr w:rsidR="00980393" w:rsidRPr="006C7C5D" w14:paraId="5A9D162F" w14:textId="77777777" w:rsidTr="00980393">
        <w:trPr>
          <w:trHeight w:hRule="exact" w:val="510"/>
        </w:trPr>
        <w:tc>
          <w:tcPr>
            <w:tcW w:w="7371" w:type="dxa"/>
            <w:tcBorders>
              <w:top w:val="double" w:sz="4" w:space="0" w:color="auto"/>
            </w:tcBorders>
            <w:vAlign w:val="center"/>
          </w:tcPr>
          <w:p w14:paraId="6E64A060" w14:textId="77777777" w:rsidR="00980393" w:rsidRPr="006C7C5D" w:rsidRDefault="00980393" w:rsidP="00111817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vAlign w:val="center"/>
          </w:tcPr>
          <w:p w14:paraId="25697AE9" w14:textId="77777777" w:rsidR="00980393" w:rsidRPr="006C7C5D" w:rsidRDefault="00980393" w:rsidP="00111817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980393" w:rsidRPr="006C7C5D" w14:paraId="1FD24B37" w14:textId="77777777" w:rsidTr="00980393">
        <w:trPr>
          <w:trHeight w:hRule="exact" w:val="510"/>
        </w:trPr>
        <w:tc>
          <w:tcPr>
            <w:tcW w:w="7371" w:type="dxa"/>
            <w:vAlign w:val="center"/>
          </w:tcPr>
          <w:p w14:paraId="5768E53C" w14:textId="77777777" w:rsidR="00980393" w:rsidRPr="006C7C5D" w:rsidRDefault="00980393" w:rsidP="00111817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E2F18AB" w14:textId="77777777" w:rsidR="00980393" w:rsidRPr="006C7C5D" w:rsidRDefault="00980393" w:rsidP="00111817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980393" w:rsidRPr="006C7C5D" w14:paraId="3987F9BD" w14:textId="77777777" w:rsidTr="00980393">
        <w:trPr>
          <w:trHeight w:hRule="exact" w:val="510"/>
        </w:trPr>
        <w:tc>
          <w:tcPr>
            <w:tcW w:w="7371" w:type="dxa"/>
            <w:vAlign w:val="center"/>
          </w:tcPr>
          <w:p w14:paraId="619C3074" w14:textId="77777777" w:rsidR="00980393" w:rsidRPr="006C7C5D" w:rsidRDefault="00980393" w:rsidP="00111817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FFBCA2D" w14:textId="77777777" w:rsidR="00980393" w:rsidRPr="006C7C5D" w:rsidRDefault="00980393" w:rsidP="00111817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980393" w:rsidRPr="006C7C5D" w14:paraId="1310BD53" w14:textId="77777777" w:rsidTr="00980393">
        <w:trPr>
          <w:trHeight w:hRule="exact" w:val="510"/>
        </w:trPr>
        <w:tc>
          <w:tcPr>
            <w:tcW w:w="7371" w:type="dxa"/>
            <w:vAlign w:val="center"/>
          </w:tcPr>
          <w:p w14:paraId="308495E3" w14:textId="77777777" w:rsidR="00980393" w:rsidRPr="006C7C5D" w:rsidRDefault="00980393" w:rsidP="00111817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976F137" w14:textId="77777777" w:rsidR="00980393" w:rsidRPr="006C7C5D" w:rsidRDefault="00980393" w:rsidP="00111817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980393" w:rsidRPr="006C7C5D" w14:paraId="1DD4F602" w14:textId="77777777" w:rsidTr="00980393">
        <w:trPr>
          <w:trHeight w:hRule="exact" w:val="510"/>
        </w:trPr>
        <w:tc>
          <w:tcPr>
            <w:tcW w:w="7371" w:type="dxa"/>
            <w:vAlign w:val="center"/>
          </w:tcPr>
          <w:p w14:paraId="043BD3AD" w14:textId="77777777" w:rsidR="00980393" w:rsidRPr="006C7C5D" w:rsidRDefault="00980393" w:rsidP="00111817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06344202" w14:textId="77777777" w:rsidR="00980393" w:rsidRPr="006C7C5D" w:rsidRDefault="00980393" w:rsidP="00111817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</w:tbl>
    <w:p w14:paraId="0DEE75CF" w14:textId="77777777" w:rsidR="00C73D1D" w:rsidRPr="006C7C5D" w:rsidRDefault="00C73D1D" w:rsidP="00C73D1D">
      <w:pPr>
        <w:spacing w:line="10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p w14:paraId="102A39D4" w14:textId="77777777" w:rsidR="00A85398" w:rsidRPr="006C7C5D" w:rsidRDefault="00A85398" w:rsidP="00C73D1D">
      <w:pPr>
        <w:spacing w:line="10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p w14:paraId="3EF93343" w14:textId="77777777" w:rsidR="00A85398" w:rsidRPr="006C7C5D" w:rsidRDefault="00A85398" w:rsidP="00C73D1D">
      <w:pPr>
        <w:spacing w:line="10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p w14:paraId="7930627C" w14:textId="77777777" w:rsidR="00A85398" w:rsidRPr="006C7C5D" w:rsidRDefault="00A85398" w:rsidP="00C73D1D">
      <w:pPr>
        <w:spacing w:line="10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p w14:paraId="503F2462" w14:textId="77777777" w:rsidR="00A85398" w:rsidRPr="006C7C5D" w:rsidRDefault="00A85398" w:rsidP="00C73D1D">
      <w:pPr>
        <w:spacing w:line="10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p w14:paraId="34668E3B" w14:textId="77777777" w:rsidR="00980393" w:rsidRPr="006C7C5D" w:rsidRDefault="00980393" w:rsidP="00C73D1D">
      <w:pPr>
        <w:spacing w:line="10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p w14:paraId="5D6B45D9" w14:textId="77777777" w:rsidR="00980393" w:rsidRPr="006C7C5D" w:rsidRDefault="00980393" w:rsidP="00C73D1D">
      <w:pPr>
        <w:spacing w:line="10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p w14:paraId="77637C8E" w14:textId="77777777" w:rsidR="00980393" w:rsidRPr="006C7C5D" w:rsidRDefault="00980393" w:rsidP="00C73D1D">
      <w:pPr>
        <w:spacing w:line="10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p w14:paraId="3EAE54EA" w14:textId="77777777" w:rsidR="00FA4B11" w:rsidRPr="006C7C5D" w:rsidRDefault="00FA4B11" w:rsidP="00C73D1D">
      <w:pPr>
        <w:spacing w:line="10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 w:firstRow="1" w:lastRow="1" w:firstColumn="1" w:lastColumn="1" w:noHBand="0" w:noVBand="0"/>
      </w:tblPr>
      <w:tblGrid>
        <w:gridCol w:w="1134"/>
        <w:gridCol w:w="8646"/>
      </w:tblGrid>
      <w:tr w:rsidR="00C73D1D" w:rsidRPr="006C7C5D" w14:paraId="568E355E" w14:textId="77777777" w:rsidTr="00980393">
        <w:trPr>
          <w:trHeight w:hRule="exact" w:val="454"/>
        </w:trPr>
        <w:tc>
          <w:tcPr>
            <w:tcW w:w="1134" w:type="dxa"/>
          </w:tcPr>
          <w:p w14:paraId="40FC5C44" w14:textId="77777777" w:rsidR="00C73D1D" w:rsidRPr="006C7C5D" w:rsidRDefault="00C73D1D" w:rsidP="00C73D1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6C7C5D">
              <w:rPr>
                <w:rFonts w:ascii="HG丸ｺﾞｼｯｸM-PRO" w:eastAsia="HG丸ｺﾞｼｯｸM-PRO" w:hAnsi="HG丸ｺﾞｼｯｸM-PRO" w:hint="eastAsia"/>
                <w:spacing w:val="60"/>
                <w:sz w:val="22"/>
                <w:szCs w:val="22"/>
              </w:rPr>
              <w:t>備</w:t>
            </w:r>
            <w:r w:rsidRPr="006C7C5D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考</w:t>
            </w:r>
          </w:p>
        </w:tc>
        <w:tc>
          <w:tcPr>
            <w:tcW w:w="8646" w:type="dxa"/>
            <w:vMerge w:val="restart"/>
          </w:tcPr>
          <w:p w14:paraId="2C6C6C94" w14:textId="77777777" w:rsidR="00C73D1D" w:rsidRPr="006C7C5D" w:rsidRDefault="00C73D1D" w:rsidP="00C73D1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C73D1D" w:rsidRPr="006C7C5D" w14:paraId="35E31F1A" w14:textId="77777777" w:rsidTr="00980393">
        <w:trPr>
          <w:trHeight w:hRule="exact" w:val="3048"/>
        </w:trPr>
        <w:tc>
          <w:tcPr>
            <w:tcW w:w="1134" w:type="dxa"/>
          </w:tcPr>
          <w:p w14:paraId="28A23B8E" w14:textId="77777777" w:rsidR="00C73D1D" w:rsidRPr="006C7C5D" w:rsidRDefault="00C73D1D" w:rsidP="00C73D1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8646" w:type="dxa"/>
            <w:vMerge/>
          </w:tcPr>
          <w:p w14:paraId="72D37958" w14:textId="77777777" w:rsidR="00C73D1D" w:rsidRPr="006C7C5D" w:rsidRDefault="00C73D1D" w:rsidP="00C73D1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</w:tbl>
    <w:p w14:paraId="652D0548" w14:textId="77777777" w:rsidR="00C73D1D" w:rsidRPr="006C7C5D" w:rsidRDefault="00C73D1D" w:rsidP="00C73D1D">
      <w:pPr>
        <w:spacing w:line="6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p w14:paraId="0B307706" w14:textId="77777777" w:rsidR="00A85398" w:rsidRPr="006C7C5D" w:rsidRDefault="00A85398" w:rsidP="00C73D1D">
      <w:pPr>
        <w:spacing w:line="6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p w14:paraId="5D52C8D1" w14:textId="77777777" w:rsidR="00A85398" w:rsidRPr="006C7C5D" w:rsidRDefault="00A85398" w:rsidP="00C73D1D">
      <w:pPr>
        <w:spacing w:line="6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p w14:paraId="4BEED723" w14:textId="77777777" w:rsidR="00A85398" w:rsidRPr="006C7C5D" w:rsidRDefault="00A85398" w:rsidP="00C73D1D">
      <w:pPr>
        <w:spacing w:line="6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p w14:paraId="24C0320F" w14:textId="77777777" w:rsidR="00A85398" w:rsidRPr="006C7C5D" w:rsidRDefault="00A85398" w:rsidP="00C73D1D">
      <w:pPr>
        <w:spacing w:line="6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p w14:paraId="7C4D22D7" w14:textId="77777777" w:rsidR="00A85398" w:rsidRPr="006C7C5D" w:rsidRDefault="00A85398" w:rsidP="00C73D1D">
      <w:pPr>
        <w:spacing w:line="6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sectPr w:rsidR="00A85398" w:rsidRPr="006C7C5D" w:rsidSect="00C73D1D">
      <w:type w:val="continuous"/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C3DB4" w14:textId="77777777" w:rsidR="004C7712" w:rsidRDefault="004C7712" w:rsidP="00272FD9">
      <w:r>
        <w:separator/>
      </w:r>
    </w:p>
  </w:endnote>
  <w:endnote w:type="continuationSeparator" w:id="0">
    <w:p w14:paraId="37CF2368" w14:textId="77777777" w:rsidR="004C7712" w:rsidRDefault="004C7712" w:rsidP="00272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F7142" w14:textId="77777777" w:rsidR="004C7712" w:rsidRDefault="004C7712" w:rsidP="00272FD9">
      <w:r>
        <w:separator/>
      </w:r>
    </w:p>
  </w:footnote>
  <w:footnote w:type="continuationSeparator" w:id="0">
    <w:p w14:paraId="193CD773" w14:textId="77777777" w:rsidR="004C7712" w:rsidRDefault="004C7712" w:rsidP="00272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126A"/>
    <w:rsid w:val="0001740C"/>
    <w:rsid w:val="00040591"/>
    <w:rsid w:val="00066546"/>
    <w:rsid w:val="000C2194"/>
    <w:rsid w:val="000D1868"/>
    <w:rsid w:val="000E0ED0"/>
    <w:rsid w:val="00111817"/>
    <w:rsid w:val="001A5E55"/>
    <w:rsid w:val="001E6605"/>
    <w:rsid w:val="00265714"/>
    <w:rsid w:val="00272FD9"/>
    <w:rsid w:val="00435128"/>
    <w:rsid w:val="00450D4C"/>
    <w:rsid w:val="004904E1"/>
    <w:rsid w:val="004C7712"/>
    <w:rsid w:val="0059245D"/>
    <w:rsid w:val="005A79F2"/>
    <w:rsid w:val="005B3763"/>
    <w:rsid w:val="005E7DBF"/>
    <w:rsid w:val="00694E46"/>
    <w:rsid w:val="006C7C5D"/>
    <w:rsid w:val="006E1FB8"/>
    <w:rsid w:val="00737717"/>
    <w:rsid w:val="007427C0"/>
    <w:rsid w:val="007E1283"/>
    <w:rsid w:val="007E7333"/>
    <w:rsid w:val="008838BD"/>
    <w:rsid w:val="008860D1"/>
    <w:rsid w:val="008F0AFA"/>
    <w:rsid w:val="008F2436"/>
    <w:rsid w:val="00980393"/>
    <w:rsid w:val="009B7A2B"/>
    <w:rsid w:val="00A47757"/>
    <w:rsid w:val="00A85398"/>
    <w:rsid w:val="00B23D06"/>
    <w:rsid w:val="00C73D1D"/>
    <w:rsid w:val="00C9356C"/>
    <w:rsid w:val="00D55F33"/>
    <w:rsid w:val="00D57C97"/>
    <w:rsid w:val="00DA126A"/>
    <w:rsid w:val="00DD5C42"/>
    <w:rsid w:val="00DE0F51"/>
    <w:rsid w:val="00E054DE"/>
    <w:rsid w:val="00F272A2"/>
    <w:rsid w:val="00F5734B"/>
    <w:rsid w:val="00FA4B11"/>
    <w:rsid w:val="00FB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4A11CD"/>
  <w15:chartTrackingRefBased/>
  <w15:docId w15:val="{1B667197-B8A5-417A-95DF-B3595D48E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3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5734B"/>
    <w:rPr>
      <w:rFonts w:ascii="Arial" w:eastAsia="ＭＳ ゴシック" w:hAnsi="Arial"/>
      <w:sz w:val="18"/>
      <w:szCs w:val="18"/>
    </w:rPr>
  </w:style>
  <w:style w:type="character" w:styleId="a5">
    <w:name w:val="Hyperlink"/>
    <w:rsid w:val="00737717"/>
    <w:rPr>
      <w:color w:val="0000FF"/>
      <w:u w:val="single"/>
    </w:rPr>
  </w:style>
  <w:style w:type="paragraph" w:styleId="a6">
    <w:name w:val="header"/>
    <w:basedOn w:val="a"/>
    <w:link w:val="a7"/>
    <w:rsid w:val="00272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72FD9"/>
    <w:rPr>
      <w:kern w:val="2"/>
      <w:sz w:val="21"/>
      <w:szCs w:val="24"/>
    </w:rPr>
  </w:style>
  <w:style w:type="paragraph" w:styleId="a8">
    <w:name w:val="footer"/>
    <w:basedOn w:val="a"/>
    <w:link w:val="a9"/>
    <w:rsid w:val="00272F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72FD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kota%20Japan%2004\AppData\Roaming\Microsoft\Templates\&#30330;&#27880;&#26360;%201(2)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発注書 1(2).dot</Template>
  <TotalTime>3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発注書</vt:lpstr>
    </vt:vector>
  </TitlesOfParts>
  <Company>Microsoft Corporation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TMI / Dakota</dc:creator>
  <cp:keywords/>
  <cp:lastModifiedBy>拓也 大高</cp:lastModifiedBy>
  <cp:revision>11</cp:revision>
  <cp:lastPrinted>2010-01-31T23:24:00Z</cp:lastPrinted>
  <dcterms:created xsi:type="dcterms:W3CDTF">2019-07-29T09:10:00Z</dcterms:created>
  <dcterms:modified xsi:type="dcterms:W3CDTF">2019-08-01T01:38:00Z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TC012246041041</vt:lpwstr>
  </property>
</Properties>
</file>