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4D757" w14:textId="77777777" w:rsidR="005B3763" w:rsidRPr="00520AE9" w:rsidRDefault="008F2436" w:rsidP="00C73D1D">
      <w:pPr>
        <w:pBdr>
          <w:top w:val="thinThickSmallGap" w:sz="24" w:space="1" w:color="auto"/>
          <w:bottom w:val="thickThinSmallGap" w:sz="24" w:space="1" w:color="auto"/>
        </w:pBd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520AE9">
        <w:rPr>
          <w:rFonts w:ascii="HG丸ｺﾞｼｯｸM-PRO" w:eastAsia="HG丸ｺﾞｼｯｸM-PRO" w:hAnsi="HG丸ｺﾞｼｯｸM-PRO" w:hint="eastAsia"/>
          <w:spacing w:val="100"/>
          <w:sz w:val="40"/>
          <w:szCs w:val="40"/>
        </w:rPr>
        <w:t>注文書</w:t>
      </w:r>
    </w:p>
    <w:tbl>
      <w:tblPr>
        <w:tblpPr w:leftFromText="142" w:rightFromText="142" w:vertAnchor="text" w:horzAnchor="margin" w:tblpXSpec="right" w:tblpY="8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60"/>
        <w:gridCol w:w="2094"/>
      </w:tblGrid>
      <w:tr w:rsidR="008F2436" w:rsidRPr="00520AE9" w14:paraId="67FA5C7E" w14:textId="77777777" w:rsidTr="00111817">
        <w:trPr>
          <w:trHeight w:val="214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EAEAEA"/>
          </w:tcPr>
          <w:p w14:paraId="59E5C7AC" w14:textId="77777777" w:rsidR="00FA4B11" w:rsidRPr="00520AE9" w:rsidRDefault="00FA4B11" w:rsidP="00111817">
            <w:pPr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発注年月日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F29F71F" w14:textId="5F337240" w:rsidR="00FA4B11" w:rsidRPr="00520AE9" w:rsidRDefault="00520AE9" w:rsidP="00111817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令和</w:t>
            </w:r>
            <w:r w:rsidR="00FA4B11" w:rsidRPr="00520AE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　年　　月　　日</w:t>
            </w:r>
          </w:p>
        </w:tc>
      </w:tr>
      <w:tr w:rsidR="008F2436" w:rsidRPr="00520AE9" w14:paraId="60B67B2D" w14:textId="77777777" w:rsidTr="00111817">
        <w:trPr>
          <w:trHeight w:val="14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14:paraId="0ABB2DC3" w14:textId="77777777" w:rsidR="00FA4B11" w:rsidRPr="00520AE9" w:rsidRDefault="00FA4B11" w:rsidP="00111817">
            <w:pPr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発注書No.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9D7391A" w14:textId="77777777" w:rsidR="00FA4B11" w:rsidRPr="00520AE9" w:rsidRDefault="00FA4B11" w:rsidP="00111817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  <w:tr w:rsidR="008F2436" w:rsidRPr="00520AE9" w14:paraId="382E5BAE" w14:textId="77777777" w:rsidTr="00111817">
        <w:trPr>
          <w:trHeight w:val="28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EAEAEA"/>
          </w:tcPr>
          <w:p w14:paraId="53A05A4B" w14:textId="77777777" w:rsidR="00FA4B11" w:rsidRPr="00520AE9" w:rsidRDefault="00FA4B11" w:rsidP="00111817">
            <w:pPr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参照見積No.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9B4CD22" w14:textId="77777777" w:rsidR="00FA4B11" w:rsidRPr="00520AE9" w:rsidRDefault="00FA4B11" w:rsidP="00111817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</w:p>
        </w:tc>
      </w:tr>
    </w:tbl>
    <w:p w14:paraId="6580033E" w14:textId="0416405B" w:rsidR="00C73D1D" w:rsidRPr="00520AE9" w:rsidRDefault="00520AE9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520AE9">
        <w:rPr>
          <w:rFonts w:ascii="HG丸ｺﾞｼｯｸM-PRO" w:eastAsia="HG丸ｺﾞｼｯｸM-PRO" w:hAnsi="HG丸ｺﾞｼｯｸM-PRO" w:hint="eastAsia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F911541" wp14:editId="03197E7D">
            <wp:simplePos x="0" y="0"/>
            <wp:positionH relativeFrom="column">
              <wp:posOffset>3810</wp:posOffset>
            </wp:positionH>
            <wp:positionV relativeFrom="paragraph">
              <wp:posOffset>56515</wp:posOffset>
            </wp:positionV>
            <wp:extent cx="2203450" cy="394970"/>
            <wp:effectExtent l="0" t="0" r="0" b="0"/>
            <wp:wrapTight wrapText="bothSides">
              <wp:wrapPolygon edited="0">
                <wp:start x="0" y="0"/>
                <wp:lineTo x="0" y="20836"/>
                <wp:lineTo x="21476" y="20836"/>
                <wp:lineTo x="21476" y="0"/>
                <wp:lineTo x="0" y="0"/>
              </wp:wrapPolygon>
            </wp:wrapTight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2" w:rightFromText="142" w:vertAnchor="text" w:horzAnchor="margin" w:tblpY="343"/>
        <w:tblW w:w="0" w:type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56"/>
        <w:gridCol w:w="4446"/>
      </w:tblGrid>
      <w:tr w:rsidR="00A03F21" w:rsidRPr="00520AE9" w14:paraId="2D81C196" w14:textId="77777777" w:rsidTr="00520AE9">
        <w:tc>
          <w:tcPr>
            <w:tcW w:w="5302" w:type="dxa"/>
            <w:gridSpan w:val="2"/>
            <w:vAlign w:val="center"/>
          </w:tcPr>
          <w:p w14:paraId="7B0943FA" w14:textId="19A41BB1" w:rsidR="00A03F21" w:rsidRPr="00520AE9" w:rsidRDefault="00A03F21" w:rsidP="00A03F21">
            <w:pPr>
              <w:spacing w:line="460" w:lineRule="exact"/>
              <w:rPr>
                <w:rFonts w:ascii="HG丸ｺﾞｼｯｸM-PRO" w:eastAsia="HG丸ｺﾞｼｯｸM-PRO" w:hAnsi="HG丸ｺﾞｼｯｸM-PRO"/>
                <w:b/>
                <w:sz w:val="28"/>
                <w:szCs w:val="28"/>
                <w:u w:val="single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  <w:u w:val="single"/>
              </w:rPr>
              <w:t>株式会社</w:t>
            </w:r>
            <w:r w:rsidR="00EA7870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  <w:u w:val="single"/>
              </w:rPr>
              <w:t xml:space="preserve"> </w:t>
            </w:r>
            <w:r w:rsidRPr="00520AE9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  <w:u w:val="single"/>
              </w:rPr>
              <w:t>NDTアドヴァンス　　御中</w:t>
            </w:r>
          </w:p>
        </w:tc>
      </w:tr>
      <w:tr w:rsidR="00A03F21" w:rsidRPr="00520AE9" w14:paraId="38ADF39B" w14:textId="77777777" w:rsidTr="00520AE9">
        <w:tc>
          <w:tcPr>
            <w:tcW w:w="5302" w:type="dxa"/>
            <w:gridSpan w:val="2"/>
          </w:tcPr>
          <w:p w14:paraId="01B8EC3E" w14:textId="159970C7" w:rsidR="00520AE9" w:rsidRPr="00EA7870" w:rsidRDefault="00895D5A" w:rsidP="00A4458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EA7870">
              <w:rPr>
                <w:rFonts w:ascii="HG丸ｺﾞｼｯｸM-PRO" w:eastAsia="HG丸ｺﾞｼｯｸM-PRO" w:hAnsi="HG丸ｺﾞｼｯｸM-PRO" w:hint="eastAsia"/>
                <w:szCs w:val="21"/>
              </w:rPr>
              <w:t>TE</w:t>
            </w:r>
            <w:r w:rsidR="00520AE9" w:rsidRPr="00EA7870">
              <w:rPr>
                <w:rFonts w:ascii="HG丸ｺﾞｼｯｸM-PRO" w:eastAsia="HG丸ｺﾞｼｯｸM-PRO" w:hAnsi="HG丸ｺﾞｼｯｸM-PRO"/>
                <w:szCs w:val="21"/>
              </w:rPr>
              <w:t>L</w:t>
            </w:r>
            <w:r w:rsidR="00520AE9" w:rsidRPr="00EA787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： </w:t>
            </w:r>
            <w:r w:rsidRPr="00EA7870">
              <w:rPr>
                <w:rFonts w:ascii="HG丸ｺﾞｼｯｸM-PRO" w:eastAsia="HG丸ｺﾞｼｯｸM-PRO" w:hAnsi="HG丸ｺﾞｼｯｸM-PRO" w:hint="eastAsia"/>
                <w:szCs w:val="21"/>
              </w:rPr>
              <w:t>048-783-5121</w:t>
            </w:r>
          </w:p>
          <w:p w14:paraId="65EC6364" w14:textId="5250B7AC" w:rsidR="00A03F21" w:rsidRPr="00520AE9" w:rsidRDefault="00895D5A" w:rsidP="00A44584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EA7870">
              <w:rPr>
                <w:rFonts w:ascii="HG丸ｺﾞｼｯｸM-PRO" w:eastAsia="HG丸ｺﾞｼｯｸM-PRO" w:hAnsi="HG丸ｺﾞｼｯｸM-PRO" w:hint="eastAsia"/>
                <w:szCs w:val="21"/>
              </w:rPr>
              <w:t>FAX：</w:t>
            </w:r>
            <w:r w:rsidR="00520AE9" w:rsidRPr="00EA7870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 </w:t>
            </w:r>
            <w:r w:rsidRPr="00EA7870">
              <w:rPr>
                <w:rFonts w:ascii="HG丸ｺﾞｼｯｸM-PRO" w:eastAsia="HG丸ｺﾞｼｯｸM-PRO" w:hAnsi="HG丸ｺﾞｼｯｸM-PRO" w:hint="eastAsia"/>
                <w:szCs w:val="21"/>
              </w:rPr>
              <w:t>048-783-5059</w:t>
            </w:r>
          </w:p>
        </w:tc>
      </w:tr>
      <w:tr w:rsidR="008F2436" w:rsidRPr="00520AE9" w14:paraId="74398D75" w14:textId="77777777" w:rsidTr="00520AE9">
        <w:tc>
          <w:tcPr>
            <w:tcW w:w="856" w:type="dxa"/>
            <w:vAlign w:val="center"/>
          </w:tcPr>
          <w:p w14:paraId="046759F4" w14:textId="77777777" w:rsidR="00737717" w:rsidRPr="00520AE9" w:rsidRDefault="00737717" w:rsidP="00111817">
            <w:pPr>
              <w:spacing w:line="28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担当：</w:t>
            </w:r>
          </w:p>
        </w:tc>
        <w:tc>
          <w:tcPr>
            <w:tcW w:w="4446" w:type="dxa"/>
            <w:vAlign w:val="center"/>
          </w:tcPr>
          <w:p w14:paraId="0BF2948D" w14:textId="77777777" w:rsidR="00737717" w:rsidRPr="00520AE9" w:rsidRDefault="00737717" w:rsidP="00111817">
            <w:pPr>
              <w:spacing w:line="28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14:paraId="5EF4B019" w14:textId="77777777" w:rsidR="00C73D1D" w:rsidRPr="00520AE9" w:rsidRDefault="00C73D1D">
      <w:pPr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</w:pPr>
    </w:p>
    <w:p w14:paraId="6C148CD1" w14:textId="77777777" w:rsidR="00C73D1D" w:rsidRPr="00520AE9" w:rsidRDefault="00C73D1D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6B6B10AE" w14:textId="77777777" w:rsidR="00C73D1D" w:rsidRPr="00520AE9" w:rsidRDefault="00C73D1D" w:rsidP="00C73D1D">
      <w:pPr>
        <w:rPr>
          <w:rFonts w:ascii="HG丸ｺﾞｼｯｸM-PRO" w:eastAsia="HG丸ｺﾞｼｯｸM-PRO" w:hAnsi="HG丸ｺﾞｼｯｸM-PRO"/>
          <w:sz w:val="22"/>
          <w:szCs w:val="22"/>
        </w:rPr>
      </w:pPr>
      <w:bookmarkStart w:id="0" w:name="_GoBack"/>
    </w:p>
    <w:bookmarkEnd w:id="0"/>
    <w:p w14:paraId="056BCCA4" w14:textId="77777777" w:rsidR="00FA4B11" w:rsidRPr="00520AE9" w:rsidRDefault="00FA4B11" w:rsidP="00C73D1D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13965293" w14:textId="77777777" w:rsidR="00FA4B11" w:rsidRPr="00520AE9" w:rsidRDefault="00FA4B11" w:rsidP="00C73D1D">
      <w:pPr>
        <w:rPr>
          <w:rFonts w:ascii="HG丸ｺﾞｼｯｸM-PRO" w:eastAsia="HG丸ｺﾞｼｯｸM-PRO" w:hAnsi="HG丸ｺﾞｼｯｸM-PRO"/>
          <w:sz w:val="22"/>
          <w:szCs w:val="22"/>
        </w:rPr>
        <w:sectPr w:rsidR="00FA4B11" w:rsidRPr="00520AE9" w:rsidSect="00C73D1D">
          <w:pgSz w:w="11906" w:h="16838"/>
          <w:pgMar w:top="1134" w:right="851" w:bottom="1134" w:left="851" w:header="851" w:footer="992" w:gutter="0"/>
          <w:cols w:space="425"/>
          <w:docGrid w:type="lines" w:linePitch="360"/>
        </w:sectPr>
      </w:pPr>
    </w:p>
    <w:p w14:paraId="08EA7E37" w14:textId="77777777" w:rsidR="00C73D1D" w:rsidRPr="00520AE9" w:rsidRDefault="00C73D1D" w:rsidP="00C73D1D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26F8A8EC" w14:textId="77777777" w:rsidR="00FA4B11" w:rsidRPr="00520AE9" w:rsidRDefault="00FA4B11" w:rsidP="00C73D1D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2C752E44" w14:textId="77777777" w:rsidR="00C73D1D" w:rsidRPr="00520AE9" w:rsidRDefault="00C73D1D" w:rsidP="00C73D1D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520AE9">
        <w:rPr>
          <w:rFonts w:ascii="HG丸ｺﾞｼｯｸM-PRO" w:eastAsia="HG丸ｺﾞｼｯｸM-PRO" w:hAnsi="HG丸ｺﾞｼｯｸM-PRO" w:hint="eastAsia"/>
          <w:sz w:val="22"/>
          <w:szCs w:val="22"/>
        </w:rPr>
        <w:t>下記の通り、発注いたします。</w:t>
      </w:r>
    </w:p>
    <w:p w14:paraId="267CB9F3" w14:textId="77777777" w:rsidR="00C73D1D" w:rsidRPr="00520AE9" w:rsidRDefault="00C73D1D" w:rsidP="00C73D1D">
      <w:pPr>
        <w:rPr>
          <w:rFonts w:ascii="HG丸ｺﾞｼｯｸM-PRO" w:eastAsia="HG丸ｺﾞｼｯｸM-PRO" w:hAnsi="HG丸ｺﾞｼｯｸM-PRO"/>
          <w:sz w:val="22"/>
          <w:szCs w:val="22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975"/>
        <w:gridCol w:w="2894"/>
      </w:tblGrid>
      <w:tr w:rsidR="00C73D1D" w:rsidRPr="00520AE9" w14:paraId="215F0479" w14:textId="77777777" w:rsidTr="00BB41E7">
        <w:trPr>
          <w:trHeight w:hRule="exact" w:val="567"/>
        </w:trPr>
        <w:tc>
          <w:tcPr>
            <w:tcW w:w="1975" w:type="dxa"/>
            <w:shd w:val="clear" w:color="auto" w:fill="EAEAEA"/>
            <w:vAlign w:val="center"/>
          </w:tcPr>
          <w:p w14:paraId="19F6718D" w14:textId="77777777" w:rsidR="00C73D1D" w:rsidRPr="00520AE9" w:rsidRDefault="00C73D1D" w:rsidP="00C73D1D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24"/>
              </w:rPr>
              <w:t>合計金額</w:t>
            </w:r>
            <w:r w:rsidR="000E0ED0" w:rsidRPr="00520AE9">
              <w:rPr>
                <w:rFonts w:ascii="HG丸ｺﾞｼｯｸM-PRO" w:eastAsia="HG丸ｺﾞｼｯｸM-PRO" w:hAnsi="HG丸ｺﾞｼｯｸM-PRO" w:hint="eastAsia"/>
                <w:sz w:val="24"/>
              </w:rPr>
              <w:t>（税込）</w:t>
            </w:r>
          </w:p>
        </w:tc>
        <w:tc>
          <w:tcPr>
            <w:tcW w:w="2894" w:type="dxa"/>
            <w:vAlign w:val="center"/>
          </w:tcPr>
          <w:p w14:paraId="1E6EF2A2" w14:textId="77777777" w:rsidR="00C73D1D" w:rsidRPr="00520AE9" w:rsidRDefault="00C73D1D" w:rsidP="00111817">
            <w:pPr>
              <w:jc w:val="righ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14:paraId="553B64B5" w14:textId="77777777" w:rsidR="00C73D1D" w:rsidRPr="00520AE9" w:rsidRDefault="00C73D1D">
      <w:pPr>
        <w:rPr>
          <w:rFonts w:ascii="HG丸ｺﾞｼｯｸM-PRO" w:eastAsia="HG丸ｺﾞｼｯｸM-PRO" w:hAnsi="HG丸ｺﾞｼｯｸM-PRO"/>
          <w:sz w:val="22"/>
          <w:szCs w:val="22"/>
        </w:rPr>
      </w:pPr>
    </w:p>
    <w:tbl>
      <w:tblPr>
        <w:tblpPr w:leftFromText="142" w:rightFromText="142" w:vertAnchor="text" w:horzAnchor="margin" w:tblpXSpec="right" w:tblpY="-248"/>
        <w:tblW w:w="0" w:type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52"/>
        <w:gridCol w:w="4037"/>
      </w:tblGrid>
      <w:tr w:rsidR="00C73D1D" w:rsidRPr="00520AE9" w14:paraId="4787B83A" w14:textId="77777777" w:rsidTr="00111817">
        <w:tc>
          <w:tcPr>
            <w:tcW w:w="4941" w:type="dxa"/>
            <w:gridSpan w:val="2"/>
            <w:vAlign w:val="center"/>
          </w:tcPr>
          <w:p w14:paraId="629349EB" w14:textId="67F4CE2F" w:rsidR="00C73D1D" w:rsidRPr="00520AE9" w:rsidRDefault="00520AE9" w:rsidP="00111817">
            <w:pPr>
              <w:spacing w:line="46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b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BE966E8" wp14:editId="7966631A">
                      <wp:simplePos x="0" y="0"/>
                      <wp:positionH relativeFrom="column">
                        <wp:posOffset>2604135</wp:posOffset>
                      </wp:positionH>
                      <wp:positionV relativeFrom="paragraph">
                        <wp:posOffset>71755</wp:posOffset>
                      </wp:positionV>
                      <wp:extent cx="263525" cy="246380"/>
                      <wp:effectExtent l="0" t="254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525" cy="2463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E2A448" w14:textId="77777777" w:rsidR="0001740C" w:rsidRDefault="0001740C"/>
                              </w:txbxContent>
                            </wps:txbx>
                            <wps:bodyPr rot="0" vert="horz" wrap="none" lIns="74295" tIns="8890" rIns="74295" bIns="889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E966E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05.05pt;margin-top:5.65pt;width:20.75pt;height:19.4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Jz/sAIAALQFAAAOAAAAZHJzL2Uyb0RvYy54bWysVNuOmzAQfa/Uf7D8znIJIYCWrLIhVJW2&#10;F2m3H+CACVbBRrY3sK367x2bXHdfqrY8INszPnM5x3N7N3Yt2lOpmOAZ9m88jCgvRcX4LsPfngon&#10;xkhpwivSCk4z/EIVvlu+f3c79CkNRCPaikoEIFylQ5/hRus+dV1VNrQj6kb0lIOxFrIjGrZy51aS&#10;DIDetW7geZE7CFn1UpRUKTjNJyNeWvy6pqX+UteKatRmGHLT9i/tf2v+7vKWpDtJ+oaVhzTIX2TR&#10;EcYh6AkqJ5qgZ8neQHWslEKJWt+UonNFXbOS2hqgGt97Vc1jQ3pqa4HmqP7UJvX/YMvP+68SsQq4&#10;w4iTDih6oqNG92JEgenO0KsUnB57cNMjHBtPU6nqH0T5XSEu1g3hO7qSUgwNJRVk55ub7sXVCUcZ&#10;kO3wSVQQhjxrYYHGWnYGEJqBAB1YejkxY1Ip4TCIZvNgjlEJpiCMZrFlziXp8XIvlf5ARYfMIsMS&#10;iLfgZP+gtEmGpEcXE4uLgrWtJb/lVwfgOJ1AaLhqbCYJy+XPxEs28SYOnTCINk7o5bmzKtahExX+&#10;Yp7P8vU693+ZuH6YNqyqKDdhjrrywz/j7aDwSREnZSnRssrAmZSU3G3XrUR7Arou7GdbDpazm3ud&#10;hm0C1PKqJD8IvfsgcYooXjhhEc6dZOHFjucn90nkhUmYF9clPTBO/70kNGQ4MZzacs5Jv6rNs9/b&#10;2kjaMQ2To2VdhuOTE0mNAje8stRqwtppfdEKk/65FUD3kWirVyPRSax63I6AYkS8FdULKFcKUBbI&#10;E8YdLBohf2A0wOjIMIfZhlH7kYP2F2GQgFK13cRxAhfkpWF7YSC8BJgMa4ym5VpPs+m5l2zXQJTj&#10;W1vBaymYVfI5o8Mbg9FgCzqMMTN7LvfW6zxsl78BAAD//wMAUEsDBBQABgAIAAAAIQDZq/jl4AAA&#10;AAkBAAAPAAAAZHJzL2Rvd25yZXYueG1sTI9BTsMwEEX3SNzBGiQ2qHVcmqoKcSqgQFkgURoO4CZD&#10;EhGPI9ttA6dnWMFy9L7+f5OvRtuLI/rQOdKgpgkIpMrVHTUa3svHyRJEiIZq0ztCDV8YYFWcn+Um&#10;q92J3vC4i43gEgqZ0dDGOGRShqpFa8LUDUjMPpy3JvLpG1l7c+Jy28tZkiykNR3xQmsGvG+x+twd&#10;rIbNw3bpy/CcvjzN4je+unV5d7XW+vJivL0BEXGMf2H41Wd1KNhp7w5UB9FrmKtEcZSBugbBgXmq&#10;FiD2GlIGssjl/w+KHwAAAP//AwBQSwECLQAUAAYACAAAACEAtoM4kv4AAADhAQAAEwAAAAAAAAAA&#10;AAAAAAAAAAAAW0NvbnRlbnRfVHlwZXNdLnhtbFBLAQItABQABgAIAAAAIQA4/SH/1gAAAJQBAAAL&#10;AAAAAAAAAAAAAAAAAC8BAABfcmVscy8ucmVsc1BLAQItABQABgAIAAAAIQAyYJz/sAIAALQFAAAO&#10;AAAAAAAAAAAAAAAAAC4CAABkcnMvZTJvRG9jLnhtbFBLAQItABQABgAIAAAAIQDZq/jl4AAAAAkB&#10;AAAPAAAAAAAAAAAAAAAAAAoFAABkcnMvZG93bnJldi54bWxQSwUGAAAAAAQABADzAAAAFwYAAAAA&#10;" filled="f" stroked="f">
                      <v:textbox style="mso-fit-shape-to-text:t" inset="5.85pt,.7pt,5.85pt,.7pt">
                        <w:txbxContent>
                          <w:p w14:paraId="09E2A448" w14:textId="77777777" w:rsidR="0001740C" w:rsidRDefault="0001740C"/>
                        </w:txbxContent>
                      </v:textbox>
                    </v:shape>
                  </w:pict>
                </mc:Fallback>
              </mc:AlternateContent>
            </w:r>
            <w:r w:rsidR="00DD5C42" w:rsidRPr="00520AE9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株式会社</w:t>
            </w:r>
          </w:p>
        </w:tc>
      </w:tr>
      <w:tr w:rsidR="00C73D1D" w:rsidRPr="00520AE9" w14:paraId="2AF759A5" w14:textId="77777777" w:rsidTr="00111817">
        <w:tc>
          <w:tcPr>
            <w:tcW w:w="856" w:type="dxa"/>
          </w:tcPr>
          <w:p w14:paraId="3CB36C93" w14:textId="77777777" w:rsidR="00C73D1D" w:rsidRPr="00520AE9" w:rsidRDefault="00C73D1D" w:rsidP="00111817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住所：</w:t>
            </w:r>
          </w:p>
        </w:tc>
        <w:tc>
          <w:tcPr>
            <w:tcW w:w="4085" w:type="dxa"/>
            <w:vAlign w:val="center"/>
          </w:tcPr>
          <w:p w14:paraId="4A5925A2" w14:textId="77777777" w:rsidR="00C73D1D" w:rsidRPr="00520AE9" w:rsidRDefault="00C73D1D" w:rsidP="00111817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〒</w:t>
            </w:r>
            <w:r w:rsidR="005A79F2" w:rsidRPr="00520AE9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</w:t>
            </w:r>
            <w:r w:rsidR="000E0ED0" w:rsidRPr="00520AE9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 xml:space="preserve">　　－　　　</w:t>
            </w:r>
          </w:p>
          <w:p w14:paraId="590596B6" w14:textId="77777777" w:rsidR="00C73D1D" w:rsidRPr="00520AE9" w:rsidRDefault="00C73D1D" w:rsidP="00111817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46739C4F" w14:textId="790556F9" w:rsidR="005A79F2" w:rsidRDefault="005A79F2" w:rsidP="00111817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5CE68BA9" w14:textId="77777777" w:rsidR="00BB41E7" w:rsidRPr="00520AE9" w:rsidRDefault="00BB41E7" w:rsidP="00111817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6BEE06BB" w14:textId="77777777" w:rsidR="0066162C" w:rsidRDefault="000E0ED0" w:rsidP="00111817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TEL：</w:t>
            </w:r>
          </w:p>
          <w:p w14:paraId="5C405485" w14:textId="50B3D686" w:rsidR="000E0ED0" w:rsidRPr="00520AE9" w:rsidRDefault="000E0ED0" w:rsidP="00111817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FAX：</w:t>
            </w:r>
          </w:p>
        </w:tc>
      </w:tr>
      <w:tr w:rsidR="000E0ED0" w:rsidRPr="00520AE9" w14:paraId="01984B17" w14:textId="77777777" w:rsidTr="00111817">
        <w:tc>
          <w:tcPr>
            <w:tcW w:w="856" w:type="dxa"/>
            <w:vAlign w:val="center"/>
          </w:tcPr>
          <w:p w14:paraId="6E36D4EC" w14:textId="77777777" w:rsidR="000E0ED0" w:rsidRPr="00520AE9" w:rsidRDefault="00D079BD" w:rsidP="00111817">
            <w:pPr>
              <w:spacing w:line="28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部署</w:t>
            </w:r>
            <w:r w:rsidR="000E0ED0" w:rsidRPr="00520AE9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：</w:t>
            </w:r>
          </w:p>
          <w:p w14:paraId="48935499" w14:textId="77777777" w:rsidR="00D079BD" w:rsidRPr="00520AE9" w:rsidRDefault="00D079BD" w:rsidP="00111817">
            <w:pPr>
              <w:spacing w:line="28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担当：</w:t>
            </w:r>
          </w:p>
        </w:tc>
        <w:tc>
          <w:tcPr>
            <w:tcW w:w="4085" w:type="dxa"/>
            <w:vAlign w:val="center"/>
          </w:tcPr>
          <w:p w14:paraId="57215CF4" w14:textId="77777777" w:rsidR="000E0ED0" w:rsidRPr="00520AE9" w:rsidRDefault="000E0ED0" w:rsidP="00111817">
            <w:pPr>
              <w:spacing w:line="28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35F7E1A5" w14:textId="77777777" w:rsidR="00D079BD" w:rsidRPr="00520AE9" w:rsidRDefault="00D079BD" w:rsidP="00111817">
            <w:pPr>
              <w:spacing w:line="28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14:paraId="4A856428" w14:textId="77777777" w:rsidR="00D079BD" w:rsidRPr="00520AE9" w:rsidRDefault="00D079BD" w:rsidP="00C73D1D">
      <w:pPr>
        <w:spacing w:line="420" w:lineRule="exact"/>
        <w:rPr>
          <w:rFonts w:ascii="HG丸ｺﾞｼｯｸM-PRO" w:eastAsia="HG丸ｺﾞｼｯｸM-PRO" w:hAnsi="HG丸ｺﾞｼｯｸM-PRO"/>
          <w:sz w:val="28"/>
          <w:szCs w:val="28"/>
        </w:rPr>
        <w:sectPr w:rsidR="00D079BD" w:rsidRPr="00520AE9" w:rsidSect="00C73D1D">
          <w:type w:val="continuous"/>
          <w:pgSz w:w="11906" w:h="16838"/>
          <w:pgMar w:top="1134" w:right="851" w:bottom="1134" w:left="851" w:header="851" w:footer="992" w:gutter="0"/>
          <w:cols w:num="2" w:space="425" w:equalWidth="0">
            <w:col w:w="4889" w:space="425"/>
            <w:col w:w="4889"/>
          </w:cols>
          <w:docGrid w:type="lines" w:linePitch="360"/>
        </w:sectPr>
      </w:pPr>
    </w:p>
    <w:p w14:paraId="7A603236" w14:textId="77777777" w:rsidR="00C73D1D" w:rsidRPr="00520AE9" w:rsidRDefault="00C73D1D" w:rsidP="00C73D1D">
      <w:pPr>
        <w:spacing w:line="10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266"/>
        <w:gridCol w:w="3307"/>
        <w:gridCol w:w="1276"/>
        <w:gridCol w:w="4335"/>
      </w:tblGrid>
      <w:tr w:rsidR="008F2436" w:rsidRPr="00520AE9" w14:paraId="19223751" w14:textId="77777777" w:rsidTr="00BB41E7">
        <w:trPr>
          <w:trHeight w:hRule="exact" w:val="1002"/>
        </w:trPr>
        <w:tc>
          <w:tcPr>
            <w:tcW w:w="1266" w:type="dxa"/>
            <w:shd w:val="clear" w:color="auto" w:fill="EAEAEA"/>
            <w:vAlign w:val="center"/>
          </w:tcPr>
          <w:p w14:paraId="57734B8F" w14:textId="77777777" w:rsidR="00C73D1D" w:rsidRPr="00520AE9" w:rsidRDefault="00D55F33" w:rsidP="00111817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24"/>
              </w:rPr>
              <w:t>支払条件</w:t>
            </w:r>
          </w:p>
        </w:tc>
        <w:tc>
          <w:tcPr>
            <w:tcW w:w="3307" w:type="dxa"/>
            <w:vAlign w:val="center"/>
          </w:tcPr>
          <w:p w14:paraId="7D269638" w14:textId="77777777" w:rsidR="00C73D1D" w:rsidRPr="00520AE9" w:rsidRDefault="00C73D1D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EAEAEA"/>
            <w:vAlign w:val="center"/>
          </w:tcPr>
          <w:p w14:paraId="4C5DEA6A" w14:textId="77777777" w:rsidR="00C73D1D" w:rsidRPr="00520AE9" w:rsidRDefault="00C73D1D" w:rsidP="00111817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24"/>
              </w:rPr>
              <w:t>納品場所</w:t>
            </w:r>
          </w:p>
        </w:tc>
        <w:tc>
          <w:tcPr>
            <w:tcW w:w="4335" w:type="dxa"/>
          </w:tcPr>
          <w:p w14:paraId="49F6B8F4" w14:textId="77777777" w:rsidR="00C73D1D" w:rsidRPr="00520AE9" w:rsidRDefault="00C73D1D" w:rsidP="00C73D1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14:paraId="50B0EDA0" w14:textId="77777777" w:rsidR="00C73D1D" w:rsidRPr="00520AE9" w:rsidRDefault="00C73D1D" w:rsidP="00C73D1D">
      <w:pPr>
        <w:rPr>
          <w:rFonts w:ascii="HG丸ｺﾞｼｯｸM-PRO" w:eastAsia="HG丸ｺﾞｼｯｸM-PRO" w:hAnsi="HG丸ｺﾞｼｯｸM-PRO"/>
          <w:sz w:val="22"/>
          <w:szCs w:val="22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826"/>
        <w:gridCol w:w="1118"/>
        <w:gridCol w:w="1811"/>
        <w:gridCol w:w="2429"/>
      </w:tblGrid>
      <w:tr w:rsidR="008F2436" w:rsidRPr="00520AE9" w14:paraId="61029F3E" w14:textId="77777777" w:rsidTr="00111817">
        <w:trPr>
          <w:trHeight w:hRule="exact" w:val="397"/>
        </w:trPr>
        <w:tc>
          <w:tcPr>
            <w:tcW w:w="4928" w:type="dxa"/>
            <w:tcBorders>
              <w:bottom w:val="double" w:sz="4" w:space="0" w:color="auto"/>
            </w:tcBorders>
            <w:shd w:val="clear" w:color="C0C0C0" w:fill="EAEAEA"/>
            <w:vAlign w:val="center"/>
          </w:tcPr>
          <w:p w14:paraId="2E98ECBE" w14:textId="77777777" w:rsidR="000E0ED0" w:rsidRPr="00520AE9" w:rsidRDefault="000E0ED0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製品名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C0C0C0" w:fill="EAEAEA"/>
            <w:vAlign w:val="center"/>
          </w:tcPr>
          <w:p w14:paraId="3BBEF1CA" w14:textId="77777777" w:rsidR="000E0ED0" w:rsidRPr="00520AE9" w:rsidRDefault="000E0ED0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数量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C0C0C0" w:fill="EAEAEA"/>
            <w:vAlign w:val="center"/>
          </w:tcPr>
          <w:p w14:paraId="274EB823" w14:textId="77777777" w:rsidR="000E0ED0" w:rsidRPr="00520AE9" w:rsidRDefault="000E0ED0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単価</w:t>
            </w:r>
          </w:p>
        </w:tc>
        <w:tc>
          <w:tcPr>
            <w:tcW w:w="2473" w:type="dxa"/>
            <w:tcBorders>
              <w:bottom w:val="double" w:sz="4" w:space="0" w:color="auto"/>
            </w:tcBorders>
            <w:shd w:val="clear" w:color="C0C0C0" w:fill="EAEAEA"/>
            <w:vAlign w:val="center"/>
          </w:tcPr>
          <w:p w14:paraId="11FAE3D2" w14:textId="77777777" w:rsidR="000E0ED0" w:rsidRPr="00520AE9" w:rsidRDefault="000E0ED0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金額(税別)</w:t>
            </w:r>
          </w:p>
        </w:tc>
      </w:tr>
      <w:tr w:rsidR="008F2436" w:rsidRPr="00520AE9" w14:paraId="36C92BBA" w14:textId="77777777" w:rsidTr="00111817">
        <w:trPr>
          <w:trHeight w:hRule="exact" w:val="510"/>
        </w:trPr>
        <w:tc>
          <w:tcPr>
            <w:tcW w:w="4928" w:type="dxa"/>
            <w:tcBorders>
              <w:top w:val="double" w:sz="4" w:space="0" w:color="auto"/>
            </w:tcBorders>
            <w:vAlign w:val="center"/>
          </w:tcPr>
          <w:p w14:paraId="3CA3F0F4" w14:textId="77777777" w:rsidR="000E0ED0" w:rsidRPr="00520AE9" w:rsidRDefault="000E0ED0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785F9BE6" w14:textId="77777777" w:rsidR="000E0ED0" w:rsidRPr="00520AE9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06ECCFE7" w14:textId="77777777" w:rsidR="000E0ED0" w:rsidRPr="00520AE9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473" w:type="dxa"/>
            <w:tcBorders>
              <w:top w:val="double" w:sz="4" w:space="0" w:color="auto"/>
            </w:tcBorders>
            <w:vAlign w:val="center"/>
          </w:tcPr>
          <w:p w14:paraId="45F08272" w14:textId="77777777" w:rsidR="000E0ED0" w:rsidRPr="00520AE9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520AE9" w:rsidRPr="00520AE9" w14:paraId="7B0DA18F" w14:textId="77777777" w:rsidTr="00111817">
        <w:trPr>
          <w:trHeight w:hRule="exact" w:val="510"/>
        </w:trPr>
        <w:tc>
          <w:tcPr>
            <w:tcW w:w="4928" w:type="dxa"/>
            <w:vAlign w:val="center"/>
          </w:tcPr>
          <w:p w14:paraId="781608EB" w14:textId="77777777" w:rsidR="00520AE9" w:rsidRPr="00520AE9" w:rsidRDefault="00520AE9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06104E7" w14:textId="77777777" w:rsidR="00520AE9" w:rsidRPr="00520AE9" w:rsidRDefault="00520AE9" w:rsidP="00111817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505CA31" w14:textId="77777777" w:rsidR="00520AE9" w:rsidRPr="00520AE9" w:rsidRDefault="00520AE9" w:rsidP="00111817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473" w:type="dxa"/>
            <w:vAlign w:val="center"/>
          </w:tcPr>
          <w:p w14:paraId="6A2A7D16" w14:textId="77777777" w:rsidR="00520AE9" w:rsidRPr="00520AE9" w:rsidRDefault="00520AE9" w:rsidP="00111817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F2436" w:rsidRPr="00520AE9" w14:paraId="303F8218" w14:textId="77777777" w:rsidTr="00111817">
        <w:trPr>
          <w:trHeight w:hRule="exact" w:val="510"/>
        </w:trPr>
        <w:tc>
          <w:tcPr>
            <w:tcW w:w="4928" w:type="dxa"/>
            <w:vAlign w:val="center"/>
          </w:tcPr>
          <w:p w14:paraId="5E9F5004" w14:textId="77777777" w:rsidR="000E0ED0" w:rsidRPr="00520AE9" w:rsidRDefault="000E0ED0" w:rsidP="00111817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0CD944E" w14:textId="77777777" w:rsidR="000E0ED0" w:rsidRPr="00520AE9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9BF2891" w14:textId="77777777" w:rsidR="000E0ED0" w:rsidRPr="00520AE9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473" w:type="dxa"/>
            <w:vAlign w:val="center"/>
          </w:tcPr>
          <w:p w14:paraId="0583E6F2" w14:textId="77777777" w:rsidR="000E0ED0" w:rsidRPr="00520AE9" w:rsidRDefault="000E0ED0" w:rsidP="00111817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520AE9" w:rsidRPr="00520AE9" w14:paraId="172578A4" w14:textId="77777777" w:rsidTr="00111817">
        <w:trPr>
          <w:trHeight w:hRule="exact" w:val="510"/>
        </w:trPr>
        <w:tc>
          <w:tcPr>
            <w:tcW w:w="4928" w:type="dxa"/>
            <w:vAlign w:val="center"/>
          </w:tcPr>
          <w:p w14:paraId="53C10CFF" w14:textId="77777777" w:rsidR="00520AE9" w:rsidRPr="00520AE9" w:rsidRDefault="00520AE9" w:rsidP="00520AE9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01C83A1" w14:textId="77777777" w:rsidR="00520AE9" w:rsidRPr="00520AE9" w:rsidRDefault="00520AE9" w:rsidP="00520AE9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0F28E08" w14:textId="77777777" w:rsidR="00520AE9" w:rsidRPr="00520AE9" w:rsidRDefault="00520AE9" w:rsidP="00520AE9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473" w:type="dxa"/>
            <w:vAlign w:val="center"/>
          </w:tcPr>
          <w:p w14:paraId="043F9AE2" w14:textId="77777777" w:rsidR="00520AE9" w:rsidRPr="00520AE9" w:rsidRDefault="00520AE9" w:rsidP="00520AE9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520AE9" w:rsidRPr="00520AE9" w14:paraId="0FFD4CAF" w14:textId="77777777" w:rsidTr="00111817">
        <w:trPr>
          <w:trHeight w:hRule="exact" w:val="510"/>
        </w:trPr>
        <w:tc>
          <w:tcPr>
            <w:tcW w:w="4928" w:type="dxa"/>
            <w:vAlign w:val="center"/>
          </w:tcPr>
          <w:p w14:paraId="1391E952" w14:textId="77777777" w:rsidR="00520AE9" w:rsidRPr="00520AE9" w:rsidRDefault="00520AE9" w:rsidP="00520AE9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FB0BC0A" w14:textId="77777777" w:rsidR="00520AE9" w:rsidRPr="00520AE9" w:rsidRDefault="00520AE9" w:rsidP="00520AE9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A2AAFE4" w14:textId="77777777" w:rsidR="00520AE9" w:rsidRPr="00520AE9" w:rsidRDefault="00520AE9" w:rsidP="00520AE9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473" w:type="dxa"/>
            <w:vAlign w:val="center"/>
          </w:tcPr>
          <w:p w14:paraId="72AA72A6" w14:textId="77777777" w:rsidR="00520AE9" w:rsidRPr="00520AE9" w:rsidRDefault="00520AE9" w:rsidP="00520AE9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520AE9" w:rsidRPr="00520AE9" w14:paraId="078312A6" w14:textId="77777777" w:rsidTr="00111817">
        <w:trPr>
          <w:trHeight w:hRule="exact" w:val="510"/>
        </w:trPr>
        <w:tc>
          <w:tcPr>
            <w:tcW w:w="4928" w:type="dxa"/>
            <w:tcBorders>
              <w:bottom w:val="double" w:sz="4" w:space="0" w:color="auto"/>
            </w:tcBorders>
            <w:vAlign w:val="center"/>
          </w:tcPr>
          <w:p w14:paraId="03738B27" w14:textId="77777777" w:rsidR="00520AE9" w:rsidRPr="00520AE9" w:rsidRDefault="00520AE9" w:rsidP="00520AE9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02AE05C7" w14:textId="77777777" w:rsidR="00520AE9" w:rsidRPr="00520AE9" w:rsidRDefault="00520AE9" w:rsidP="00520AE9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9205604" w14:textId="77777777" w:rsidR="00520AE9" w:rsidRPr="00520AE9" w:rsidRDefault="00520AE9" w:rsidP="00520AE9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473" w:type="dxa"/>
            <w:tcBorders>
              <w:bottom w:val="double" w:sz="4" w:space="0" w:color="auto"/>
            </w:tcBorders>
            <w:vAlign w:val="center"/>
          </w:tcPr>
          <w:p w14:paraId="1890D689" w14:textId="77777777" w:rsidR="00520AE9" w:rsidRPr="00520AE9" w:rsidRDefault="00520AE9" w:rsidP="00520AE9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520AE9" w:rsidRPr="00520AE9" w14:paraId="6AE75638" w14:textId="77777777" w:rsidTr="00111817">
        <w:trPr>
          <w:trHeight w:hRule="exact" w:val="510"/>
        </w:trPr>
        <w:tc>
          <w:tcPr>
            <w:tcW w:w="4928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14:paraId="4A6F2BB7" w14:textId="77777777" w:rsidR="00520AE9" w:rsidRPr="00520AE9" w:rsidRDefault="00520AE9" w:rsidP="00520AE9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double" w:sz="4" w:space="0" w:color="auto"/>
              <w:bottom w:val="single" w:sz="8" w:space="0" w:color="auto"/>
            </w:tcBorders>
            <w:shd w:val="clear" w:color="auto" w:fill="EAEAEA"/>
            <w:vAlign w:val="center"/>
          </w:tcPr>
          <w:p w14:paraId="25ECFB47" w14:textId="77777777" w:rsidR="00520AE9" w:rsidRPr="00520AE9" w:rsidRDefault="00520AE9" w:rsidP="00520AE9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pacing w:val="60"/>
                <w:sz w:val="24"/>
              </w:rPr>
              <w:t>合計金</w:t>
            </w:r>
            <w:r w:rsidRPr="00520AE9">
              <w:rPr>
                <w:rFonts w:ascii="HG丸ｺﾞｼｯｸM-PRO" w:eastAsia="HG丸ｺﾞｼｯｸM-PRO" w:hAnsi="HG丸ｺﾞｼｯｸM-PRO" w:hint="eastAsia"/>
                <w:sz w:val="24"/>
              </w:rPr>
              <w:t>額（税別）</w:t>
            </w:r>
          </w:p>
        </w:tc>
        <w:tc>
          <w:tcPr>
            <w:tcW w:w="2473" w:type="dxa"/>
            <w:tcBorders>
              <w:top w:val="double" w:sz="4" w:space="0" w:color="auto"/>
            </w:tcBorders>
            <w:vAlign w:val="center"/>
          </w:tcPr>
          <w:p w14:paraId="0F708692" w14:textId="77777777" w:rsidR="00520AE9" w:rsidRPr="00520AE9" w:rsidRDefault="00520AE9" w:rsidP="00520AE9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520AE9" w:rsidRPr="00520AE9" w14:paraId="7EDDED5F" w14:textId="77777777" w:rsidTr="00111817">
        <w:trPr>
          <w:gridBefore w:val="1"/>
          <w:wBefore w:w="4928" w:type="dxa"/>
          <w:trHeight w:hRule="exact" w:val="510"/>
        </w:trPr>
        <w:tc>
          <w:tcPr>
            <w:tcW w:w="2977" w:type="dxa"/>
            <w:gridSpan w:val="2"/>
            <w:shd w:val="clear" w:color="auto" w:fill="EAEAEA"/>
            <w:vAlign w:val="center"/>
          </w:tcPr>
          <w:p w14:paraId="47E3919D" w14:textId="77777777" w:rsidR="00520AE9" w:rsidRPr="00520AE9" w:rsidRDefault="00520AE9" w:rsidP="00520AE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pacing w:val="60"/>
                <w:sz w:val="24"/>
              </w:rPr>
              <w:t>合計金</w:t>
            </w:r>
            <w:r w:rsidRPr="00520AE9">
              <w:rPr>
                <w:rFonts w:ascii="HG丸ｺﾞｼｯｸM-PRO" w:eastAsia="HG丸ｺﾞｼｯｸM-PRO" w:hAnsi="HG丸ｺﾞｼｯｸM-PRO" w:hint="eastAsia"/>
                <w:sz w:val="24"/>
              </w:rPr>
              <w:t>額（税込）</w:t>
            </w:r>
          </w:p>
        </w:tc>
        <w:tc>
          <w:tcPr>
            <w:tcW w:w="2473" w:type="dxa"/>
            <w:vAlign w:val="center"/>
          </w:tcPr>
          <w:p w14:paraId="005603D7" w14:textId="77777777" w:rsidR="00520AE9" w:rsidRPr="00520AE9" w:rsidRDefault="00520AE9" w:rsidP="00520AE9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14:paraId="22E86467" w14:textId="77777777" w:rsidR="00C73D1D" w:rsidRPr="00520AE9" w:rsidRDefault="00C73D1D" w:rsidP="00C73D1D">
      <w:pPr>
        <w:spacing w:line="10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48609444" w14:textId="77777777" w:rsidR="00FA4B11" w:rsidRPr="00520AE9" w:rsidRDefault="00FA4B11" w:rsidP="00C73D1D">
      <w:pPr>
        <w:spacing w:line="10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3C24CE2B" w14:textId="77777777" w:rsidR="00FA4B11" w:rsidRPr="00520AE9" w:rsidRDefault="00FA4B11" w:rsidP="00C73D1D">
      <w:pPr>
        <w:spacing w:line="10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 w:firstRow="1" w:lastRow="1" w:firstColumn="1" w:lastColumn="1" w:noHBand="0" w:noVBand="0"/>
      </w:tblPr>
      <w:tblGrid>
        <w:gridCol w:w="822"/>
        <w:gridCol w:w="9362"/>
      </w:tblGrid>
      <w:tr w:rsidR="00C73D1D" w:rsidRPr="00520AE9" w14:paraId="74554B4C" w14:textId="77777777" w:rsidTr="00111817">
        <w:trPr>
          <w:trHeight w:hRule="exact" w:val="454"/>
        </w:trPr>
        <w:tc>
          <w:tcPr>
            <w:tcW w:w="828" w:type="dxa"/>
          </w:tcPr>
          <w:p w14:paraId="6B061CD0" w14:textId="77777777" w:rsidR="00C73D1D" w:rsidRPr="00520AE9" w:rsidRDefault="00C73D1D" w:rsidP="00C73D1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520AE9">
              <w:rPr>
                <w:rFonts w:ascii="HG丸ｺﾞｼｯｸM-PRO" w:eastAsia="HG丸ｺﾞｼｯｸM-PRO" w:hAnsi="HG丸ｺﾞｼｯｸM-PRO" w:hint="eastAsia"/>
                <w:spacing w:val="60"/>
                <w:sz w:val="22"/>
                <w:szCs w:val="22"/>
              </w:rPr>
              <w:t>備</w:t>
            </w:r>
            <w:r w:rsidRPr="00520AE9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考</w:t>
            </w:r>
          </w:p>
        </w:tc>
        <w:tc>
          <w:tcPr>
            <w:tcW w:w="9555" w:type="dxa"/>
            <w:vMerge w:val="restart"/>
          </w:tcPr>
          <w:p w14:paraId="648C458E" w14:textId="77777777" w:rsidR="00C73D1D" w:rsidRPr="00520AE9" w:rsidRDefault="00C73D1D" w:rsidP="00C73D1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C73D1D" w:rsidRPr="00520AE9" w14:paraId="1E1122CB" w14:textId="77777777" w:rsidTr="00111817">
        <w:trPr>
          <w:trHeight w:hRule="exact" w:val="1407"/>
        </w:trPr>
        <w:tc>
          <w:tcPr>
            <w:tcW w:w="828" w:type="dxa"/>
          </w:tcPr>
          <w:p w14:paraId="0736A656" w14:textId="77777777" w:rsidR="00C73D1D" w:rsidRPr="00520AE9" w:rsidRDefault="00C73D1D" w:rsidP="00C73D1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9555" w:type="dxa"/>
            <w:vMerge/>
          </w:tcPr>
          <w:p w14:paraId="5697F14E" w14:textId="77777777" w:rsidR="00C73D1D" w:rsidRPr="00520AE9" w:rsidRDefault="00C73D1D" w:rsidP="00C73D1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14:paraId="127076FA" w14:textId="77777777" w:rsidR="00C73D1D" w:rsidRPr="00520AE9" w:rsidRDefault="00C73D1D" w:rsidP="00C73D1D">
      <w:pPr>
        <w:spacing w:line="6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sectPr w:rsidR="00C73D1D" w:rsidRPr="00520AE9" w:rsidSect="00C73D1D">
      <w:type w:val="continuous"/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C4616" w14:textId="77777777" w:rsidR="009C4BF4" w:rsidRDefault="009C4BF4" w:rsidP="00D079BD">
      <w:r>
        <w:separator/>
      </w:r>
    </w:p>
  </w:endnote>
  <w:endnote w:type="continuationSeparator" w:id="0">
    <w:p w14:paraId="497B7D24" w14:textId="77777777" w:rsidR="009C4BF4" w:rsidRDefault="009C4BF4" w:rsidP="00D07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A0319" w14:textId="77777777" w:rsidR="009C4BF4" w:rsidRDefault="009C4BF4" w:rsidP="00D079BD">
      <w:r>
        <w:separator/>
      </w:r>
    </w:p>
  </w:footnote>
  <w:footnote w:type="continuationSeparator" w:id="0">
    <w:p w14:paraId="5F35C582" w14:textId="77777777" w:rsidR="009C4BF4" w:rsidRDefault="009C4BF4" w:rsidP="00D07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26A"/>
    <w:rsid w:val="0001740C"/>
    <w:rsid w:val="00066546"/>
    <w:rsid w:val="000E0ED0"/>
    <w:rsid w:val="00111817"/>
    <w:rsid w:val="00180618"/>
    <w:rsid w:val="00435128"/>
    <w:rsid w:val="004904E1"/>
    <w:rsid w:val="00520AE9"/>
    <w:rsid w:val="005A79F2"/>
    <w:rsid w:val="005B0489"/>
    <w:rsid w:val="005B3763"/>
    <w:rsid w:val="0066162C"/>
    <w:rsid w:val="00684D68"/>
    <w:rsid w:val="006C5970"/>
    <w:rsid w:val="00737717"/>
    <w:rsid w:val="00895D5A"/>
    <w:rsid w:val="008F2436"/>
    <w:rsid w:val="009C4BF4"/>
    <w:rsid w:val="009F4F7E"/>
    <w:rsid w:val="00A03F21"/>
    <w:rsid w:val="00A22CFD"/>
    <w:rsid w:val="00A44584"/>
    <w:rsid w:val="00BB41E7"/>
    <w:rsid w:val="00C53982"/>
    <w:rsid w:val="00C73D1D"/>
    <w:rsid w:val="00C9356C"/>
    <w:rsid w:val="00D079BD"/>
    <w:rsid w:val="00D3572F"/>
    <w:rsid w:val="00D55F33"/>
    <w:rsid w:val="00DA126A"/>
    <w:rsid w:val="00DD5C42"/>
    <w:rsid w:val="00E054DE"/>
    <w:rsid w:val="00E34BEE"/>
    <w:rsid w:val="00E92B20"/>
    <w:rsid w:val="00EA7870"/>
    <w:rsid w:val="00F5734B"/>
    <w:rsid w:val="00FA4B11"/>
    <w:rsid w:val="00FB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FF3C10"/>
  <w15:chartTrackingRefBased/>
  <w15:docId w15:val="{6793D562-EB59-4F52-BF9D-9AEEF867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3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5734B"/>
    <w:rPr>
      <w:rFonts w:ascii="Arial" w:eastAsia="ＭＳ ゴシック" w:hAnsi="Arial"/>
      <w:sz w:val="18"/>
      <w:szCs w:val="18"/>
    </w:rPr>
  </w:style>
  <w:style w:type="character" w:styleId="a5">
    <w:name w:val="Hyperlink"/>
    <w:rsid w:val="00737717"/>
    <w:rPr>
      <w:color w:val="0000FF"/>
      <w:u w:val="single"/>
    </w:rPr>
  </w:style>
  <w:style w:type="paragraph" w:styleId="a6">
    <w:name w:val="header"/>
    <w:basedOn w:val="a"/>
    <w:link w:val="a7"/>
    <w:rsid w:val="00D079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079BD"/>
    <w:rPr>
      <w:kern w:val="2"/>
      <w:sz w:val="21"/>
      <w:szCs w:val="24"/>
    </w:rPr>
  </w:style>
  <w:style w:type="paragraph" w:styleId="a8">
    <w:name w:val="footer"/>
    <w:basedOn w:val="a"/>
    <w:link w:val="a9"/>
    <w:rsid w:val="00D079B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079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kota%20Japan%2004\AppData\Roaming\Microsoft\Templates\&#30330;&#27880;&#26360;%201(2)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発注書 1(2).dot</Template>
  <TotalTime>4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発注書</vt:lpstr>
    </vt:vector>
  </TitlesOfParts>
  <Company>Microsoft Corporation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TMI / Dakota</dc:creator>
  <cp:keywords/>
  <cp:lastModifiedBy>拓也 大高</cp:lastModifiedBy>
  <cp:revision>6</cp:revision>
  <cp:lastPrinted>2010-01-30T07:29:00Z</cp:lastPrinted>
  <dcterms:created xsi:type="dcterms:W3CDTF">2019-07-29T09:15:00Z</dcterms:created>
  <dcterms:modified xsi:type="dcterms:W3CDTF">2019-08-01T01:37:00Z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TC012246041041</vt:lpwstr>
  </property>
</Properties>
</file>